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1E7F9" w14:textId="45D8393F" w:rsidR="00C367FF" w:rsidRPr="00C57227" w:rsidRDefault="00C367FF" w:rsidP="00874502">
      <w:pPr>
        <w:pBdr>
          <w:bottom w:val="single" w:sz="6" w:space="1" w:color="auto"/>
        </w:pBdr>
        <w:spacing w:after="120"/>
        <w:jc w:val="right"/>
      </w:pPr>
      <w:proofErr w:type="spellStart"/>
      <w:r w:rsidRPr="00C57227">
        <w:t>Mẫu</w:t>
      </w:r>
      <w:proofErr w:type="spellEnd"/>
      <w:r w:rsidRPr="00C57227">
        <w:t xml:space="preserve"> </w:t>
      </w:r>
      <w:r w:rsidR="00874502">
        <w:t>3</w:t>
      </w:r>
      <w:r w:rsidRPr="00C57227">
        <w:t xml:space="preserve"> </w:t>
      </w:r>
    </w:p>
    <w:tbl>
      <w:tblPr>
        <w:tblW w:w="15310" w:type="dxa"/>
        <w:jc w:val="center"/>
        <w:tblLayout w:type="fixed"/>
        <w:tblLook w:val="0000" w:firstRow="0" w:lastRow="0" w:firstColumn="0" w:lastColumn="0" w:noHBand="0" w:noVBand="0"/>
      </w:tblPr>
      <w:tblGrid>
        <w:gridCol w:w="7655"/>
        <w:gridCol w:w="7655"/>
      </w:tblGrid>
      <w:tr w:rsidR="00C367FF" w:rsidRPr="00456C3E" w14:paraId="24638C3D" w14:textId="77777777">
        <w:trPr>
          <w:trHeight w:val="1107"/>
          <w:jc w:val="center"/>
        </w:trPr>
        <w:tc>
          <w:tcPr>
            <w:tcW w:w="7655" w:type="dxa"/>
          </w:tcPr>
          <w:p w14:paraId="677A2652" w14:textId="0997AE01" w:rsidR="00C367FF" w:rsidRDefault="00C367FF" w:rsidP="006D040B">
            <w:pPr>
              <w:jc w:val="center"/>
              <w:rPr>
                <w:b/>
              </w:rPr>
            </w:pPr>
            <w:r w:rsidRPr="00917D98">
              <w:rPr>
                <w:sz w:val="26"/>
                <w:szCs w:val="26"/>
              </w:rPr>
              <w:br w:type="page"/>
            </w:r>
            <w:r w:rsidR="00555265">
              <w:rPr>
                <w:b/>
              </w:rPr>
              <w:t xml:space="preserve">HỌC VIỆN </w:t>
            </w:r>
            <w:r w:rsidRPr="008F2799">
              <w:rPr>
                <w:b/>
              </w:rPr>
              <w:t xml:space="preserve">NÔNG NGHIỆP </w:t>
            </w:r>
            <w:r w:rsidR="00555265">
              <w:rPr>
                <w:b/>
              </w:rPr>
              <w:t>VIỆT NAM</w:t>
            </w:r>
          </w:p>
          <w:p w14:paraId="2C761E76" w14:textId="77777777" w:rsidR="004918ED" w:rsidRPr="008F2799" w:rsidRDefault="004918ED" w:rsidP="004918ED">
            <w:pPr>
              <w:jc w:val="center"/>
              <w:rPr>
                <w:b/>
              </w:rPr>
            </w:pPr>
            <w:r>
              <w:rPr>
                <w:b/>
              </w:rPr>
              <w:t>(ĐƠN VỊ)</w:t>
            </w:r>
          </w:p>
          <w:p w14:paraId="541D107F" w14:textId="76ADBCE0" w:rsidR="00C367FF" w:rsidRPr="00331B7D" w:rsidRDefault="001C7C05" w:rsidP="006D040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29E5E2" wp14:editId="1B827420">
                      <wp:simplePos x="0" y="0"/>
                      <wp:positionH relativeFrom="column">
                        <wp:posOffset>1817370</wp:posOffset>
                      </wp:positionH>
                      <wp:positionV relativeFrom="paragraph">
                        <wp:posOffset>107950</wp:posOffset>
                      </wp:positionV>
                      <wp:extent cx="1257300" cy="0"/>
                      <wp:effectExtent l="9525" t="13335" r="9525" b="5715"/>
                      <wp:wrapNone/>
                      <wp:docPr id="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F0C8E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1pt,8.5pt" to="242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"/>
                  </w:pict>
                </mc:Fallback>
              </mc:AlternateContent>
            </w:r>
          </w:p>
        </w:tc>
        <w:tc>
          <w:tcPr>
            <w:tcW w:w="7655" w:type="dxa"/>
          </w:tcPr>
          <w:p w14:paraId="7A0EC9E0" w14:textId="77777777" w:rsidR="00C367FF" w:rsidRPr="00900C93" w:rsidRDefault="00C367FF" w:rsidP="006D040B">
            <w:pPr>
              <w:jc w:val="right"/>
              <w:rPr>
                <w:i/>
                <w:iCs/>
              </w:rPr>
            </w:pPr>
          </w:p>
        </w:tc>
      </w:tr>
    </w:tbl>
    <w:p w14:paraId="1A07CF5D" w14:textId="77777777" w:rsidR="00C367FF" w:rsidRDefault="00C367FF" w:rsidP="00C367F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DANH SÁCH CÁC CÁ NHÂN </w:t>
      </w:r>
      <w:r w:rsidRPr="009451E7">
        <w:rPr>
          <w:b/>
          <w:bCs/>
          <w:sz w:val="26"/>
          <w:szCs w:val="26"/>
        </w:rPr>
        <w:t xml:space="preserve">ĐỀ NGHỊ </w:t>
      </w:r>
      <w:r>
        <w:rPr>
          <w:b/>
          <w:bCs/>
          <w:sz w:val="26"/>
          <w:szCs w:val="26"/>
        </w:rPr>
        <w:t>XÉT PHONG</w:t>
      </w:r>
      <w:r w:rsidRPr="009451E7">
        <w:rPr>
          <w:b/>
          <w:bCs/>
          <w:sz w:val="26"/>
          <w:szCs w:val="26"/>
        </w:rPr>
        <w:t xml:space="preserve"> TẶNG DANH HIỆU</w:t>
      </w:r>
      <w:r>
        <w:rPr>
          <w:b/>
          <w:bCs/>
          <w:sz w:val="26"/>
          <w:szCs w:val="26"/>
        </w:rPr>
        <w:t xml:space="preserve"> NHÀ GIÁO</w:t>
      </w:r>
      <w:r w:rsidRPr="007C4B85">
        <w:rPr>
          <w:b/>
          <w:bCs/>
          <w:sz w:val="20"/>
        </w:rPr>
        <w:t xml:space="preserve"> </w:t>
      </w:r>
      <w:r>
        <w:rPr>
          <w:b/>
          <w:bCs/>
          <w:sz w:val="26"/>
          <w:szCs w:val="26"/>
        </w:rPr>
        <w:t>NHÂN DÂN</w:t>
      </w:r>
    </w:p>
    <w:p w14:paraId="0CE1FA67" w14:textId="77777777" w:rsidR="004D64D9" w:rsidRDefault="004D64D9" w:rsidP="00C367FF">
      <w:pPr>
        <w:spacing w:after="120"/>
        <w:jc w:val="center"/>
        <w:rPr>
          <w:b/>
          <w:bCs/>
          <w:sz w:val="26"/>
          <w:szCs w:val="26"/>
        </w:rPr>
      </w:pPr>
    </w:p>
    <w:tbl>
      <w:tblPr>
        <w:tblW w:w="14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2"/>
        <w:gridCol w:w="837"/>
        <w:gridCol w:w="850"/>
        <w:gridCol w:w="789"/>
        <w:gridCol w:w="925"/>
        <w:gridCol w:w="1048"/>
        <w:gridCol w:w="2498"/>
        <w:gridCol w:w="930"/>
        <w:gridCol w:w="1307"/>
        <w:gridCol w:w="1307"/>
      </w:tblGrid>
      <w:tr w:rsidR="003936AD" w:rsidRPr="009451E7" w14:paraId="41B69E9C" w14:textId="27629DC0" w:rsidTr="00F46C1A">
        <w:trPr>
          <w:cantSplit/>
          <w:trHeight w:val="1587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000CE" w14:textId="77777777" w:rsidR="003936AD" w:rsidRDefault="003936AD" w:rsidP="006D040B">
            <w:pPr>
              <w:spacing w:before="120" w:line="240" w:lineRule="exact"/>
              <w:jc w:val="center"/>
            </w:pPr>
            <w:proofErr w:type="spellStart"/>
            <w:r w:rsidRPr="009451E7">
              <w:t>Họ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và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tên</w:t>
            </w:r>
            <w:proofErr w:type="spellEnd"/>
          </w:p>
          <w:p w14:paraId="1C3BD24E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sinh</w:t>
            </w:r>
            <w:proofErr w:type="spellEnd"/>
          </w:p>
          <w:p w14:paraId="3DFFAA4A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Quê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quán</w:t>
            </w:r>
            <w:proofErr w:type="spellEnd"/>
            <w:r w:rsidRPr="009451E7">
              <w:t xml:space="preserve">, </w:t>
            </w:r>
            <w:proofErr w:type="spellStart"/>
            <w:r w:rsidRPr="009451E7">
              <w:t>chức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vụ</w:t>
            </w:r>
            <w:proofErr w:type="spellEnd"/>
          </w:p>
          <w:p w14:paraId="1434BC51" w14:textId="77777777" w:rsidR="003936AD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Nơi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công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tác</w:t>
            </w:r>
            <w:proofErr w:type="spellEnd"/>
          </w:p>
          <w:p w14:paraId="46292453" w14:textId="77777777" w:rsidR="003936AD" w:rsidRPr="009451E7" w:rsidRDefault="003936AD" w:rsidP="006D040B">
            <w:pPr>
              <w:spacing w:line="240" w:lineRule="exact"/>
              <w:jc w:val="center"/>
            </w:pPr>
            <w:r>
              <w:t xml:space="preserve">NGƯT </w:t>
            </w:r>
            <w:proofErr w:type="spellStart"/>
            <w:r>
              <w:t>năm</w:t>
            </w:r>
            <w:proofErr w:type="spellEnd"/>
            <w:r>
              <w:t>:.. (</w:t>
            </w:r>
            <w:proofErr w:type="spellStart"/>
            <w:r>
              <w:t>đối</w:t>
            </w:r>
            <w:proofErr w:type="spellEnd"/>
            <w:r>
              <w:t xml:space="preserve"> </w:t>
            </w:r>
            <w:proofErr w:type="spellStart"/>
            <w:r>
              <w:t>với</w:t>
            </w:r>
            <w:proofErr w:type="spellEnd"/>
            <w:r>
              <w:t xml:space="preserve"> </w:t>
            </w:r>
            <w:proofErr w:type="spellStart"/>
            <w:r>
              <w:t>xét</w:t>
            </w:r>
            <w:proofErr w:type="spellEnd"/>
            <w:r>
              <w:t xml:space="preserve"> NGND)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6722" w14:textId="77777777" w:rsidR="003936AD" w:rsidRPr="009451E7" w:rsidRDefault="003936AD" w:rsidP="006D040B">
            <w:pPr>
              <w:spacing w:before="120" w:line="240" w:lineRule="exact"/>
              <w:jc w:val="center"/>
            </w:pPr>
            <w:proofErr w:type="spellStart"/>
            <w:r w:rsidRPr="009451E7">
              <w:t>Tr</w:t>
            </w:r>
            <w:r>
              <w:t>ì</w:t>
            </w:r>
            <w:r w:rsidRPr="009451E7">
              <w:t>nh</w:t>
            </w:r>
            <w:proofErr w:type="spellEnd"/>
          </w:p>
          <w:p w14:paraId="07785B2C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độ</w:t>
            </w:r>
            <w:proofErr w:type="spellEnd"/>
          </w:p>
          <w:p w14:paraId="2F4E55F7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được</w:t>
            </w:r>
            <w:proofErr w:type="spellEnd"/>
          </w:p>
          <w:p w14:paraId="6B44BA4C" w14:textId="77777777" w:rsidR="003936AD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đào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tạo</w:t>
            </w:r>
            <w:proofErr w:type="spellEnd"/>
          </w:p>
          <w:p w14:paraId="46ABE015" w14:textId="77777777" w:rsidR="003936AD" w:rsidRPr="009451E7" w:rsidRDefault="003936AD" w:rsidP="006D040B">
            <w:pPr>
              <w:spacing w:line="24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63D0" w14:textId="77777777" w:rsidR="003936AD" w:rsidRPr="009451E7" w:rsidRDefault="003936AD" w:rsidP="006D040B">
            <w:pPr>
              <w:spacing w:line="240" w:lineRule="exact"/>
              <w:jc w:val="center"/>
            </w:pPr>
          </w:p>
          <w:p w14:paraId="51C208C4" w14:textId="77777777" w:rsidR="003936AD" w:rsidRPr="009451E7" w:rsidRDefault="003936AD" w:rsidP="006D040B">
            <w:pPr>
              <w:spacing w:line="240" w:lineRule="exact"/>
              <w:jc w:val="center"/>
            </w:pPr>
          </w:p>
          <w:p w14:paraId="1BD717C1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>
              <w:t>Giới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04B5" w14:textId="77777777" w:rsidR="003936AD" w:rsidRPr="009451E7" w:rsidRDefault="003936AD" w:rsidP="006D040B">
            <w:pPr>
              <w:spacing w:line="240" w:lineRule="exact"/>
              <w:jc w:val="center"/>
            </w:pPr>
          </w:p>
          <w:p w14:paraId="793C5311" w14:textId="77777777" w:rsidR="003936AD" w:rsidRPr="009451E7" w:rsidRDefault="003936AD" w:rsidP="006D040B">
            <w:pPr>
              <w:spacing w:before="120" w:line="240" w:lineRule="exact"/>
              <w:jc w:val="center"/>
            </w:pPr>
            <w:proofErr w:type="spellStart"/>
            <w:r w:rsidRPr="009451E7">
              <w:t>Dân</w:t>
            </w:r>
            <w:proofErr w:type="spellEnd"/>
          </w:p>
          <w:p w14:paraId="1A4B9FAD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tộc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63EC" w14:textId="77777777" w:rsidR="003936AD" w:rsidRPr="009451E7" w:rsidRDefault="003936AD" w:rsidP="006D040B">
            <w:pPr>
              <w:spacing w:before="240"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</w:p>
          <w:p w14:paraId="4EBB37CA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vào</w:t>
            </w:r>
            <w:proofErr w:type="spellEnd"/>
          </w:p>
          <w:p w14:paraId="7F581F2A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ngành</w:t>
            </w:r>
            <w:proofErr w:type="spellEnd"/>
          </w:p>
          <w:p w14:paraId="72B085D7" w14:textId="77777777" w:rsidR="003936AD" w:rsidRPr="009451E7" w:rsidRDefault="003936AD" w:rsidP="006D040B">
            <w:pPr>
              <w:spacing w:line="240" w:lineRule="exact"/>
              <w:jc w:val="center"/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8569" w14:textId="77777777" w:rsidR="003936AD" w:rsidRPr="009451E7" w:rsidRDefault="003936AD" w:rsidP="006D040B">
            <w:pPr>
              <w:spacing w:before="120" w:line="240" w:lineRule="exact"/>
              <w:jc w:val="center"/>
            </w:pPr>
            <w:proofErr w:type="spellStart"/>
            <w:r w:rsidRPr="009451E7">
              <w:t>Số</w:t>
            </w:r>
            <w:proofErr w:type="spellEnd"/>
          </w:p>
          <w:p w14:paraId="4A09F42C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  <w:r>
              <w:t xml:space="preserve"> </w:t>
            </w:r>
            <w:proofErr w:type="spellStart"/>
            <w:r>
              <w:t>trực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</w:p>
          <w:p w14:paraId="7AE90C87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giảng</w:t>
            </w:r>
            <w:proofErr w:type="spellEnd"/>
          </w:p>
          <w:p w14:paraId="5992A15C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dạy</w:t>
            </w:r>
            <w:proofErr w:type="spellEnd"/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2C3F" w14:textId="77777777" w:rsidR="003936AD" w:rsidRPr="009451E7" w:rsidRDefault="003936AD" w:rsidP="006D040B">
            <w:pPr>
              <w:spacing w:before="120" w:line="240" w:lineRule="exact"/>
              <w:jc w:val="center"/>
            </w:pPr>
            <w:proofErr w:type="spellStart"/>
            <w:r w:rsidRPr="009451E7">
              <w:t>Số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cải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tiến</w:t>
            </w:r>
            <w:proofErr w:type="spellEnd"/>
            <w:r w:rsidRPr="009451E7">
              <w:t>,</w:t>
            </w:r>
          </w:p>
          <w:p w14:paraId="1DBF6752" w14:textId="77777777" w:rsidR="003936AD" w:rsidRPr="009451E7" w:rsidRDefault="003936AD" w:rsidP="006D040B">
            <w:pPr>
              <w:spacing w:line="240" w:lineRule="exact"/>
              <w:jc w:val="center"/>
            </w:pPr>
            <w:r w:rsidRPr="009451E7">
              <w:t>SKKN</w:t>
            </w:r>
          </w:p>
          <w:p w14:paraId="52EB86FC" w14:textId="77777777" w:rsidR="003936AD" w:rsidRDefault="003936AD" w:rsidP="006D040B">
            <w:pPr>
              <w:spacing w:line="240" w:lineRule="exact"/>
              <w:jc w:val="center"/>
            </w:pPr>
            <w:proofErr w:type="spellStart"/>
            <w:r>
              <w:t>g</w:t>
            </w:r>
            <w:r w:rsidRPr="009451E7">
              <w:t>i</w:t>
            </w:r>
            <w:r>
              <w:t>á</w:t>
            </w:r>
            <w:r w:rsidRPr="009451E7">
              <w:t>o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tr</w:t>
            </w:r>
            <w:r>
              <w:t>ì</w:t>
            </w:r>
            <w:r w:rsidRPr="009451E7">
              <w:t>nh</w:t>
            </w:r>
            <w:proofErr w:type="spellEnd"/>
            <w:r w:rsidRPr="009451E7">
              <w:t>, NCKH</w:t>
            </w:r>
            <w:r>
              <w:t>,</w:t>
            </w:r>
          </w:p>
          <w:p w14:paraId="30A6555A" w14:textId="77777777" w:rsidR="003936AD" w:rsidRDefault="003936AD" w:rsidP="006D040B">
            <w:pPr>
              <w:spacing w:line="240" w:lineRule="exact"/>
              <w:jc w:val="center"/>
            </w:pP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báo</w:t>
            </w:r>
            <w:proofErr w:type="spellEnd"/>
            <w:r>
              <w:t xml:space="preserve"> KH,</w:t>
            </w:r>
          </w:p>
          <w:p w14:paraId="7825356F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>
              <w:t>Đào</w:t>
            </w:r>
            <w:proofErr w:type="spellEnd"/>
            <w:r>
              <w:t xml:space="preserve"> </w:t>
            </w:r>
            <w:proofErr w:type="spellStart"/>
            <w:r>
              <w:t>tạo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FD810" w14:textId="77777777" w:rsidR="003936AD" w:rsidRPr="009451E7" w:rsidRDefault="003936AD" w:rsidP="006D040B">
            <w:pPr>
              <w:spacing w:before="120" w:line="240" w:lineRule="exact"/>
              <w:jc w:val="center"/>
            </w:pPr>
            <w:proofErr w:type="spellStart"/>
            <w:r w:rsidRPr="009451E7">
              <w:t>Số</w:t>
            </w:r>
            <w:proofErr w:type="spellEnd"/>
          </w:p>
          <w:p w14:paraId="3190B7A7" w14:textId="77777777" w:rsidR="003936AD" w:rsidRPr="009451E7" w:rsidRDefault="003936AD" w:rsidP="006D040B">
            <w:pPr>
              <w:spacing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</w:p>
          <w:p w14:paraId="17E25358" w14:textId="77777777" w:rsidR="003936AD" w:rsidRPr="009451E7" w:rsidRDefault="003936AD" w:rsidP="006D040B">
            <w:pPr>
              <w:spacing w:line="240" w:lineRule="exact"/>
              <w:jc w:val="center"/>
            </w:pPr>
            <w:r w:rsidRPr="009451E7">
              <w:rPr>
                <w:sz w:val="22"/>
                <w:szCs w:val="22"/>
              </w:rPr>
              <w:t>CSTĐ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09FE" w14:textId="77777777" w:rsidR="003936AD" w:rsidRDefault="003936AD" w:rsidP="006D040B">
            <w:pPr>
              <w:spacing w:before="120" w:line="240" w:lineRule="exact"/>
              <w:jc w:val="center"/>
            </w:pPr>
          </w:p>
          <w:p w14:paraId="102049DD" w14:textId="5750EC7A" w:rsidR="003936AD" w:rsidRPr="009451E7" w:rsidRDefault="003936AD" w:rsidP="006D040B">
            <w:pPr>
              <w:spacing w:before="120" w:line="240" w:lineRule="exact"/>
              <w:jc w:val="center"/>
            </w:pPr>
            <w:r>
              <w:t xml:space="preserve">HCLĐ </w:t>
            </w:r>
            <w:proofErr w:type="spellStart"/>
            <w:r>
              <w:t>hoặc</w:t>
            </w:r>
            <w:proofErr w:type="spellEnd"/>
            <w:r>
              <w:t xml:space="preserve"> </w:t>
            </w:r>
            <w:proofErr w:type="spellStart"/>
            <w:r>
              <w:t>Bằng</w:t>
            </w:r>
            <w:proofErr w:type="spellEnd"/>
            <w:r>
              <w:t xml:space="preserve"> </w:t>
            </w:r>
            <w:proofErr w:type="spellStart"/>
            <w:r>
              <w:t>khen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A89A6" w14:textId="7449BAA6" w:rsidR="003936AD" w:rsidRDefault="004D26BF" w:rsidP="006D040B">
            <w:pPr>
              <w:spacing w:before="120" w:line="240" w:lineRule="exact"/>
              <w:jc w:val="center"/>
            </w:pPr>
            <w:proofErr w:type="spellStart"/>
            <w:r>
              <w:t>Tỉ</w:t>
            </w:r>
            <w:proofErr w:type="spellEnd"/>
            <w:r>
              <w:t xml:space="preserve"> </w:t>
            </w:r>
            <w:proofErr w:type="spellStart"/>
            <w:r>
              <w:t>lệ</w:t>
            </w:r>
            <w:proofErr w:type="spellEnd"/>
            <w:r>
              <w:t xml:space="preserve"> </w:t>
            </w:r>
            <w:proofErr w:type="spellStart"/>
            <w:r>
              <w:t>tín</w:t>
            </w:r>
            <w:proofErr w:type="spellEnd"/>
            <w:r>
              <w:t xml:space="preserve"> </w:t>
            </w:r>
            <w:proofErr w:type="spellStart"/>
            <w:r>
              <w:t>nhiệm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đơn</w:t>
            </w:r>
            <w:proofErr w:type="spellEnd"/>
            <w:r>
              <w:t xml:space="preserve"> </w:t>
            </w:r>
            <w:proofErr w:type="spellStart"/>
            <w:r>
              <w:t>vị</w:t>
            </w:r>
            <w:proofErr w:type="spellEnd"/>
          </w:p>
        </w:tc>
      </w:tr>
      <w:tr w:rsidR="001C7C05" w:rsidRPr="009451E7" w14:paraId="7B36A851" w14:textId="77777777" w:rsidTr="001C7C05">
        <w:trPr>
          <w:trHeight w:val="281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D83F" w14:textId="77777777" w:rsidR="001C7C05" w:rsidRPr="00857D1F" w:rsidRDefault="001C7C05" w:rsidP="006D040B">
            <w:pPr>
              <w:jc w:val="center"/>
            </w:pPr>
            <w:r>
              <w:t>(1)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D9A7" w14:textId="77777777" w:rsidR="001C7C05" w:rsidRPr="00857D1F" w:rsidRDefault="001C7C05" w:rsidP="006D040B">
            <w:pPr>
              <w:jc w:val="center"/>
            </w:pPr>
            <w:r>
              <w:t>(2)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DAAC" w14:textId="77777777" w:rsidR="001C7C05" w:rsidRPr="00857D1F" w:rsidRDefault="001C7C05" w:rsidP="006D040B">
            <w:pPr>
              <w:jc w:val="center"/>
            </w:pPr>
            <w:r>
              <w:t>(3)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CDC1" w14:textId="77777777" w:rsidR="001C7C05" w:rsidRPr="00857D1F" w:rsidRDefault="001C7C05" w:rsidP="006D040B">
            <w:pPr>
              <w:jc w:val="center"/>
            </w:pPr>
            <w:r>
              <w:t>(4)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33B7" w14:textId="77777777" w:rsidR="001C7C05" w:rsidRPr="00857D1F" w:rsidRDefault="001C7C05" w:rsidP="006D040B">
            <w:pPr>
              <w:jc w:val="center"/>
            </w:pPr>
            <w:r>
              <w:t>(5)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BBB6" w14:textId="77777777" w:rsidR="001C7C05" w:rsidRPr="00857D1F" w:rsidRDefault="001C7C05" w:rsidP="006D040B">
            <w:pPr>
              <w:jc w:val="center"/>
            </w:pPr>
            <w:r>
              <w:t>(6)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12DA" w14:textId="77777777" w:rsidR="001C7C05" w:rsidRPr="00857D1F" w:rsidRDefault="001C7C05" w:rsidP="006D040B">
            <w:pPr>
              <w:jc w:val="center"/>
            </w:pPr>
            <w:r>
              <w:t>(7)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17F4" w14:textId="77777777" w:rsidR="001C7C05" w:rsidRPr="00857D1F" w:rsidRDefault="001C7C05" w:rsidP="006D040B">
            <w:pPr>
              <w:jc w:val="center"/>
            </w:pPr>
            <w:r>
              <w:t>(8)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AEB4" w14:textId="77777777" w:rsidR="001C7C05" w:rsidRPr="00857D1F" w:rsidRDefault="001C7C05" w:rsidP="006D040B">
            <w:pPr>
              <w:jc w:val="center"/>
            </w:pPr>
            <w:r>
              <w:t>(9)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3F94" w14:textId="1E55223E" w:rsidR="001C7C05" w:rsidRPr="00857D1F" w:rsidRDefault="004D26BF" w:rsidP="006D040B">
            <w:pPr>
              <w:jc w:val="center"/>
            </w:pPr>
            <w:r>
              <w:t>(10)</w:t>
            </w:r>
          </w:p>
        </w:tc>
      </w:tr>
      <w:tr w:rsidR="001C7C05" w:rsidRPr="009451E7" w14:paraId="57E6BCA3" w14:textId="77777777" w:rsidTr="001C7C05">
        <w:trPr>
          <w:trHeight w:val="1983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124D" w14:textId="2EE1BBCB" w:rsidR="001C7C05" w:rsidRPr="00D30108" w:rsidRDefault="001C7C05" w:rsidP="006D040B">
            <w:pPr>
              <w:jc w:val="center"/>
              <w:rPr>
                <w:b/>
              </w:rPr>
            </w:pPr>
            <w:r>
              <w:rPr>
                <w:b/>
              </w:rPr>
              <w:t>VD: NGUYỄN VĂN A</w:t>
            </w:r>
          </w:p>
          <w:p w14:paraId="1A9EFCF3" w14:textId="659C147E" w:rsidR="001C7C05" w:rsidRDefault="001C7C05" w:rsidP="00874502">
            <w:proofErr w:type="spellStart"/>
            <w:r>
              <w:t>Năm</w:t>
            </w:r>
            <w:proofErr w:type="spellEnd"/>
            <w:r>
              <w:t xml:space="preserve"> </w:t>
            </w:r>
            <w:proofErr w:type="spellStart"/>
            <w:r>
              <w:t>sinh</w:t>
            </w:r>
            <w:proofErr w:type="spellEnd"/>
            <w:r>
              <w:t>: 19….</w:t>
            </w:r>
          </w:p>
          <w:p w14:paraId="2DF96640" w14:textId="4DB5A1C2" w:rsidR="001C7C05" w:rsidRDefault="001C7C05" w:rsidP="00874502">
            <w:proofErr w:type="spellStart"/>
            <w:r>
              <w:t>Quê</w:t>
            </w:r>
            <w:proofErr w:type="spellEnd"/>
            <w:r>
              <w:t xml:space="preserve"> </w:t>
            </w:r>
            <w:proofErr w:type="spellStart"/>
            <w:r>
              <w:t>quán</w:t>
            </w:r>
            <w:proofErr w:type="spellEnd"/>
            <w:r>
              <w:t>:</w:t>
            </w:r>
          </w:p>
          <w:p w14:paraId="4C0B78C0" w14:textId="2E00EE5A" w:rsidR="001C7C05" w:rsidRDefault="001C7C05" w:rsidP="00874502"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vụ</w:t>
            </w:r>
            <w:proofErr w:type="spellEnd"/>
          </w:p>
          <w:p w14:paraId="74C4BEBF" w14:textId="3BD05CE0" w:rsidR="001C7C05" w:rsidRDefault="001C7C05" w:rsidP="00874502">
            <w:proofErr w:type="spellStart"/>
            <w:r>
              <w:t>Nơi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tác</w:t>
            </w:r>
            <w:proofErr w:type="spellEnd"/>
            <w:r>
              <w:t>:</w:t>
            </w:r>
          </w:p>
          <w:p w14:paraId="4387DF28" w14:textId="4BB8205B" w:rsidR="001C7C05" w:rsidRDefault="001C7C05" w:rsidP="00874502">
            <w:proofErr w:type="spellStart"/>
            <w:r>
              <w:t>Năm</w:t>
            </w:r>
            <w:proofErr w:type="spellEnd"/>
            <w:r>
              <w:t xml:space="preserve"> NGUT</w:t>
            </w:r>
          </w:p>
          <w:p w14:paraId="53D48109" w14:textId="77777777" w:rsidR="001C7C05" w:rsidRDefault="001C7C05" w:rsidP="006D040B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23AB" w14:textId="1BA1C410" w:rsidR="001C7C05" w:rsidRDefault="001C7C05" w:rsidP="006D040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1218" w14:textId="66FD8E6C" w:rsidR="001C7C05" w:rsidRDefault="001C7C05" w:rsidP="006D040B">
            <w:pPr>
              <w:jc w:val="center"/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D453" w14:textId="7AC80891" w:rsidR="001C7C05" w:rsidRDefault="001C7C05" w:rsidP="006D040B">
            <w:pPr>
              <w:jc w:val="center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3112" w14:textId="61F7CEDE" w:rsidR="001C7C05" w:rsidRDefault="001C7C05" w:rsidP="006D040B">
            <w:pPr>
              <w:jc w:val="center"/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63DF" w14:textId="1D4E5AA3" w:rsidR="001C7C05" w:rsidRDefault="001C7C05" w:rsidP="006D040B">
            <w:pPr>
              <w:jc w:val="center"/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A858" w14:textId="2FCB176C" w:rsidR="001C7C05" w:rsidRDefault="001C7C05" w:rsidP="006D040B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7E21" w14:textId="4F5C26BA" w:rsidR="001C7C05" w:rsidRDefault="001C7C05" w:rsidP="006D040B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67A3" w14:textId="16EE4F12" w:rsidR="001C7C05" w:rsidRDefault="001C7C05" w:rsidP="006D040B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2F33" w14:textId="77777777" w:rsidR="001C7C05" w:rsidRDefault="001C7C05" w:rsidP="006D040B">
            <w:pPr>
              <w:jc w:val="center"/>
            </w:pPr>
          </w:p>
        </w:tc>
      </w:tr>
    </w:tbl>
    <w:p w14:paraId="49DFA82F" w14:textId="6CEDA2BA" w:rsidR="00C367FF" w:rsidRPr="0032753D" w:rsidRDefault="00C367FF" w:rsidP="00C367FF">
      <w:pPr>
        <w:spacing w:before="120"/>
        <w:ind w:left="7201" w:firstLine="720"/>
        <w:rPr>
          <w:b/>
          <w:bCs/>
        </w:rPr>
      </w:pPr>
      <w:r w:rsidRPr="001C2841">
        <w:rPr>
          <w:b/>
          <w:bCs/>
        </w:rPr>
        <w:t xml:space="preserve">             </w:t>
      </w:r>
      <w:proofErr w:type="spellStart"/>
      <w:r w:rsidRPr="0032753D">
        <w:rPr>
          <w:b/>
          <w:bCs/>
        </w:rPr>
        <w:t>Danh</w:t>
      </w:r>
      <w:proofErr w:type="spellEnd"/>
      <w:r w:rsidRPr="0032753D">
        <w:rPr>
          <w:b/>
          <w:bCs/>
        </w:rPr>
        <w:t xml:space="preserve"> </w:t>
      </w:r>
      <w:proofErr w:type="spellStart"/>
      <w:r w:rsidRPr="0032753D">
        <w:rPr>
          <w:b/>
          <w:bCs/>
        </w:rPr>
        <w:t>sách</w:t>
      </w:r>
      <w:proofErr w:type="spellEnd"/>
      <w:r w:rsidRPr="0032753D">
        <w:rPr>
          <w:b/>
          <w:bCs/>
        </w:rPr>
        <w:t xml:space="preserve"> </w:t>
      </w:r>
      <w:proofErr w:type="spellStart"/>
      <w:r w:rsidRPr="0032753D">
        <w:rPr>
          <w:b/>
          <w:bCs/>
        </w:rPr>
        <w:t>trên</w:t>
      </w:r>
      <w:proofErr w:type="spellEnd"/>
      <w:r w:rsidRPr="0032753D">
        <w:rPr>
          <w:b/>
          <w:bCs/>
        </w:rPr>
        <w:t xml:space="preserve"> </w:t>
      </w:r>
      <w:proofErr w:type="spellStart"/>
      <w:r w:rsidRPr="0032753D">
        <w:rPr>
          <w:b/>
          <w:bCs/>
        </w:rPr>
        <w:t>có</w:t>
      </w:r>
      <w:proofErr w:type="spellEnd"/>
      <w:r w:rsidRPr="0032753D">
        <w:rPr>
          <w:b/>
          <w:bCs/>
        </w:rPr>
        <w:t xml:space="preserve"> </w:t>
      </w:r>
      <w:r w:rsidR="001C7C05">
        <w:rPr>
          <w:b/>
          <w:bCs/>
        </w:rPr>
        <w:t>…………..</w:t>
      </w:r>
      <w:r w:rsidRPr="0032753D">
        <w:rPr>
          <w:b/>
          <w:bCs/>
        </w:rPr>
        <w:t xml:space="preserve"> </w:t>
      </w:r>
      <w:proofErr w:type="spellStart"/>
      <w:r>
        <w:rPr>
          <w:b/>
          <w:bCs/>
        </w:rPr>
        <w:t>cá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nhân</w:t>
      </w:r>
      <w:proofErr w:type="spellEnd"/>
    </w:p>
    <w:p w14:paraId="2443ED4A" w14:textId="77777777" w:rsidR="00C367FF" w:rsidRPr="0032753D" w:rsidRDefault="00C367FF" w:rsidP="00C367FF">
      <w:pPr>
        <w:spacing w:before="120"/>
        <w:ind w:left="7201" w:firstLine="720"/>
        <w:rPr>
          <w:b/>
          <w:bCs/>
        </w:rPr>
      </w:pPr>
    </w:p>
    <w:p w14:paraId="5CF2FE08" w14:textId="77777777" w:rsidR="00C367FF" w:rsidRDefault="00C367FF" w:rsidP="00C367FF"/>
    <w:p w14:paraId="7108640D" w14:textId="77777777" w:rsidR="00C367FF" w:rsidRDefault="00C367FF" w:rsidP="00C367FF"/>
    <w:p w14:paraId="69F33D2F" w14:textId="77777777" w:rsidR="00C367FF" w:rsidRDefault="00C367FF" w:rsidP="00C367FF"/>
    <w:p w14:paraId="337F14A8" w14:textId="77777777" w:rsidR="00805BF6" w:rsidRDefault="00805BF6" w:rsidP="00C367FF"/>
    <w:p w14:paraId="2D48500B" w14:textId="77777777" w:rsidR="007C1E31" w:rsidRDefault="007C1E31" w:rsidP="00C367FF"/>
    <w:p w14:paraId="4A3375C3" w14:textId="77777777" w:rsidR="007C1E31" w:rsidRDefault="007C1E31" w:rsidP="00C367FF"/>
    <w:p w14:paraId="3339836C" w14:textId="77777777" w:rsidR="007C1E31" w:rsidRDefault="007C1E31" w:rsidP="00C367FF"/>
    <w:p w14:paraId="407387F2" w14:textId="77777777" w:rsidR="007C1E31" w:rsidRDefault="007C1E31" w:rsidP="00C367FF"/>
    <w:p w14:paraId="2B333438" w14:textId="77777777" w:rsidR="00E87D7C" w:rsidRDefault="00E87D7C" w:rsidP="00C26708">
      <w:pPr>
        <w:pBdr>
          <w:bottom w:val="single" w:sz="6" w:space="1" w:color="auto"/>
        </w:pBdr>
        <w:spacing w:after="120"/>
      </w:pPr>
    </w:p>
    <w:p w14:paraId="666711FF" w14:textId="77777777" w:rsidR="00FF6B89" w:rsidRPr="00C57227" w:rsidRDefault="00C26708" w:rsidP="00C26708">
      <w:pPr>
        <w:pBdr>
          <w:bottom w:val="single" w:sz="6" w:space="1" w:color="auto"/>
        </w:pBdr>
        <w:spacing w:after="120"/>
      </w:pPr>
      <w:proofErr w:type="spellStart"/>
      <w:r w:rsidRPr="00C57227">
        <w:t>Mẫu</w:t>
      </w:r>
      <w:proofErr w:type="spellEnd"/>
      <w:r w:rsidRPr="00C57227">
        <w:t xml:space="preserve"> </w:t>
      </w:r>
      <w:r>
        <w:t>1.2.</w:t>
      </w:r>
      <w:r w:rsidRPr="00C57227">
        <w:t xml:space="preserve"> </w:t>
      </w:r>
    </w:p>
    <w:tbl>
      <w:tblPr>
        <w:tblW w:w="15310" w:type="dxa"/>
        <w:jc w:val="center"/>
        <w:tblLayout w:type="fixed"/>
        <w:tblLook w:val="0000" w:firstRow="0" w:lastRow="0" w:firstColumn="0" w:lastColumn="0" w:noHBand="0" w:noVBand="0"/>
      </w:tblPr>
      <w:tblGrid>
        <w:gridCol w:w="7655"/>
        <w:gridCol w:w="7655"/>
      </w:tblGrid>
      <w:tr w:rsidR="00C26708" w:rsidRPr="00456C3E" w14:paraId="5EF0613B" w14:textId="77777777">
        <w:trPr>
          <w:trHeight w:val="1188"/>
          <w:jc w:val="center"/>
        </w:trPr>
        <w:tc>
          <w:tcPr>
            <w:tcW w:w="7655" w:type="dxa"/>
          </w:tcPr>
          <w:p w14:paraId="013EF2BA" w14:textId="1ABD9868" w:rsidR="00555265" w:rsidRDefault="00C26708" w:rsidP="00555265">
            <w:pPr>
              <w:jc w:val="center"/>
              <w:rPr>
                <w:b/>
              </w:rPr>
            </w:pPr>
            <w:r w:rsidRPr="00917D98">
              <w:rPr>
                <w:sz w:val="26"/>
                <w:szCs w:val="26"/>
              </w:rPr>
              <w:lastRenderedPageBreak/>
              <w:br w:type="page"/>
            </w:r>
            <w:r w:rsidR="00555265">
              <w:rPr>
                <w:b/>
              </w:rPr>
              <w:t xml:space="preserve">HỌC VIỆN </w:t>
            </w:r>
            <w:r w:rsidR="00555265" w:rsidRPr="008F2799">
              <w:rPr>
                <w:b/>
              </w:rPr>
              <w:t xml:space="preserve">NÔNG NGHIỆP </w:t>
            </w:r>
            <w:r w:rsidR="00555265">
              <w:rPr>
                <w:b/>
              </w:rPr>
              <w:t>VIỆT NAM</w:t>
            </w:r>
          </w:p>
          <w:p w14:paraId="768C7ACF" w14:textId="7B12AEC6" w:rsidR="004918ED" w:rsidRPr="008F2799" w:rsidRDefault="004918ED" w:rsidP="00555265">
            <w:pPr>
              <w:jc w:val="center"/>
              <w:rPr>
                <w:b/>
              </w:rPr>
            </w:pPr>
            <w:r>
              <w:rPr>
                <w:b/>
              </w:rPr>
              <w:t>(ĐƠN VỊ)</w:t>
            </w:r>
          </w:p>
          <w:p w14:paraId="66F2685D" w14:textId="3F7C430F" w:rsidR="001C6714" w:rsidRPr="00917D98" w:rsidRDefault="001C7C05" w:rsidP="00C2670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64F83A" wp14:editId="79294656">
                      <wp:simplePos x="0" y="0"/>
                      <wp:positionH relativeFrom="column">
                        <wp:posOffset>1817370</wp:posOffset>
                      </wp:positionH>
                      <wp:positionV relativeFrom="paragraph">
                        <wp:posOffset>107950</wp:posOffset>
                      </wp:positionV>
                      <wp:extent cx="1257300" cy="0"/>
                      <wp:effectExtent l="9525" t="13970" r="9525" b="508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CC16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1pt,8.5pt" to="242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"/>
                  </w:pict>
                </mc:Fallback>
              </mc:AlternateContent>
            </w:r>
          </w:p>
          <w:p w14:paraId="7C9AAAB9" w14:textId="77777777" w:rsidR="00C26708" w:rsidRPr="00456C3E" w:rsidRDefault="00C26708" w:rsidP="00C26708">
            <w:pPr>
              <w:jc w:val="center"/>
            </w:pPr>
          </w:p>
        </w:tc>
        <w:tc>
          <w:tcPr>
            <w:tcW w:w="7655" w:type="dxa"/>
          </w:tcPr>
          <w:p w14:paraId="549478F0" w14:textId="77777777" w:rsidR="00C26708" w:rsidRPr="00900C93" w:rsidRDefault="00C26708" w:rsidP="00C26708">
            <w:pPr>
              <w:jc w:val="right"/>
              <w:rPr>
                <w:i/>
                <w:iCs/>
              </w:rPr>
            </w:pPr>
          </w:p>
        </w:tc>
      </w:tr>
    </w:tbl>
    <w:p w14:paraId="413D467C" w14:textId="57955E5D" w:rsidR="001C7C05" w:rsidRDefault="001C7C05" w:rsidP="001C7C05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DANH SÁCH CÁC CÁ NHÂN </w:t>
      </w:r>
      <w:r w:rsidRPr="009451E7">
        <w:rPr>
          <w:b/>
          <w:bCs/>
          <w:sz w:val="26"/>
          <w:szCs w:val="26"/>
        </w:rPr>
        <w:t xml:space="preserve">ĐỀ NGHỊ </w:t>
      </w:r>
      <w:r>
        <w:rPr>
          <w:b/>
          <w:bCs/>
          <w:sz w:val="26"/>
          <w:szCs w:val="26"/>
        </w:rPr>
        <w:t>XÉT PHONG</w:t>
      </w:r>
      <w:r w:rsidRPr="009451E7">
        <w:rPr>
          <w:b/>
          <w:bCs/>
          <w:sz w:val="26"/>
          <w:szCs w:val="26"/>
        </w:rPr>
        <w:t xml:space="preserve"> TẶNG DANH HIỆU</w:t>
      </w:r>
      <w:r>
        <w:rPr>
          <w:b/>
          <w:bCs/>
          <w:sz w:val="26"/>
          <w:szCs w:val="26"/>
        </w:rPr>
        <w:t xml:space="preserve"> NHÀ GIÁO</w:t>
      </w:r>
      <w:r w:rsidRPr="007C4B85">
        <w:rPr>
          <w:b/>
          <w:bCs/>
          <w:sz w:val="20"/>
        </w:rPr>
        <w:t xml:space="preserve"> </w:t>
      </w:r>
      <w:r w:rsidR="004918ED">
        <w:rPr>
          <w:b/>
          <w:bCs/>
          <w:sz w:val="26"/>
          <w:szCs w:val="26"/>
        </w:rPr>
        <w:t xml:space="preserve"> ƯU TÚ</w:t>
      </w:r>
    </w:p>
    <w:p w14:paraId="66C5DAF0" w14:textId="77777777" w:rsidR="001C7C05" w:rsidRDefault="001C7C05" w:rsidP="001C7C05">
      <w:pPr>
        <w:spacing w:after="120"/>
        <w:jc w:val="center"/>
        <w:rPr>
          <w:b/>
          <w:bCs/>
          <w:sz w:val="26"/>
          <w:szCs w:val="26"/>
        </w:rPr>
      </w:pPr>
    </w:p>
    <w:tbl>
      <w:tblPr>
        <w:tblW w:w="14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2"/>
        <w:gridCol w:w="837"/>
        <w:gridCol w:w="850"/>
        <w:gridCol w:w="789"/>
        <w:gridCol w:w="925"/>
        <w:gridCol w:w="1048"/>
        <w:gridCol w:w="2498"/>
        <w:gridCol w:w="930"/>
        <w:gridCol w:w="1307"/>
        <w:gridCol w:w="1307"/>
      </w:tblGrid>
      <w:tr w:rsidR="004D26BF" w:rsidRPr="009451E7" w14:paraId="517EEAE0" w14:textId="77777777" w:rsidTr="00C735C0">
        <w:trPr>
          <w:cantSplit/>
          <w:trHeight w:val="1587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D0580" w14:textId="77777777" w:rsidR="004D26BF" w:rsidRDefault="004D26BF" w:rsidP="002D07E5">
            <w:pPr>
              <w:spacing w:before="120" w:line="240" w:lineRule="exact"/>
              <w:jc w:val="center"/>
            </w:pPr>
            <w:proofErr w:type="spellStart"/>
            <w:r w:rsidRPr="009451E7">
              <w:t>Họ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và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tên</w:t>
            </w:r>
            <w:proofErr w:type="spellEnd"/>
          </w:p>
          <w:p w14:paraId="2478D0F3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sinh</w:t>
            </w:r>
            <w:proofErr w:type="spellEnd"/>
          </w:p>
          <w:p w14:paraId="49F4BEC3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Quê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quán</w:t>
            </w:r>
            <w:proofErr w:type="spellEnd"/>
            <w:r w:rsidRPr="009451E7">
              <w:t xml:space="preserve">, </w:t>
            </w:r>
            <w:proofErr w:type="spellStart"/>
            <w:r w:rsidRPr="009451E7">
              <w:t>chức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vụ</w:t>
            </w:r>
            <w:proofErr w:type="spellEnd"/>
          </w:p>
          <w:p w14:paraId="4D47196D" w14:textId="77777777" w:rsidR="004D26BF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Nơi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công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tác</w:t>
            </w:r>
            <w:proofErr w:type="spellEnd"/>
          </w:p>
          <w:p w14:paraId="3BA75B97" w14:textId="79DE33CB" w:rsidR="004D26BF" w:rsidRPr="009451E7" w:rsidRDefault="004D26BF" w:rsidP="00684417">
            <w:pPr>
              <w:spacing w:line="240" w:lineRule="exact"/>
            </w:pPr>
            <w:bookmarkStart w:id="0" w:name="_GoBack"/>
            <w:bookmarkEnd w:id="0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8666" w14:textId="77777777" w:rsidR="004D26BF" w:rsidRPr="009451E7" w:rsidRDefault="004D26BF" w:rsidP="002D07E5">
            <w:pPr>
              <w:spacing w:before="120" w:line="240" w:lineRule="exact"/>
              <w:jc w:val="center"/>
            </w:pPr>
            <w:proofErr w:type="spellStart"/>
            <w:r w:rsidRPr="009451E7">
              <w:t>Tr</w:t>
            </w:r>
            <w:r>
              <w:t>ì</w:t>
            </w:r>
            <w:r w:rsidRPr="009451E7">
              <w:t>nh</w:t>
            </w:r>
            <w:proofErr w:type="spellEnd"/>
          </w:p>
          <w:p w14:paraId="043DC908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độ</w:t>
            </w:r>
            <w:proofErr w:type="spellEnd"/>
          </w:p>
          <w:p w14:paraId="5155E071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được</w:t>
            </w:r>
            <w:proofErr w:type="spellEnd"/>
          </w:p>
          <w:p w14:paraId="66903327" w14:textId="77777777" w:rsidR="004D26BF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đào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tạo</w:t>
            </w:r>
            <w:proofErr w:type="spellEnd"/>
          </w:p>
          <w:p w14:paraId="450752C8" w14:textId="77777777" w:rsidR="004D26BF" w:rsidRPr="009451E7" w:rsidRDefault="004D26BF" w:rsidP="002D07E5">
            <w:pPr>
              <w:spacing w:line="24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A6E9" w14:textId="77777777" w:rsidR="004D26BF" w:rsidRPr="009451E7" w:rsidRDefault="004D26BF" w:rsidP="002D07E5">
            <w:pPr>
              <w:spacing w:line="240" w:lineRule="exact"/>
              <w:jc w:val="center"/>
            </w:pPr>
          </w:p>
          <w:p w14:paraId="1EB313D6" w14:textId="77777777" w:rsidR="004D26BF" w:rsidRPr="009451E7" w:rsidRDefault="004D26BF" w:rsidP="002D07E5">
            <w:pPr>
              <w:spacing w:line="240" w:lineRule="exact"/>
              <w:jc w:val="center"/>
            </w:pPr>
          </w:p>
          <w:p w14:paraId="570CAE64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>
              <w:t>Giới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0E45" w14:textId="77777777" w:rsidR="004D26BF" w:rsidRPr="009451E7" w:rsidRDefault="004D26BF" w:rsidP="002D07E5">
            <w:pPr>
              <w:spacing w:line="240" w:lineRule="exact"/>
              <w:jc w:val="center"/>
            </w:pPr>
          </w:p>
          <w:p w14:paraId="1DAF1BAD" w14:textId="77777777" w:rsidR="004D26BF" w:rsidRPr="009451E7" w:rsidRDefault="004D26BF" w:rsidP="002D07E5">
            <w:pPr>
              <w:spacing w:before="120" w:line="240" w:lineRule="exact"/>
              <w:jc w:val="center"/>
            </w:pPr>
            <w:proofErr w:type="spellStart"/>
            <w:r w:rsidRPr="009451E7">
              <w:t>Dân</w:t>
            </w:r>
            <w:proofErr w:type="spellEnd"/>
          </w:p>
          <w:p w14:paraId="61C56E93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tộc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D61D" w14:textId="77777777" w:rsidR="004D26BF" w:rsidRPr="009451E7" w:rsidRDefault="004D26BF" w:rsidP="002D07E5">
            <w:pPr>
              <w:spacing w:before="240"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</w:p>
          <w:p w14:paraId="3C361923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vào</w:t>
            </w:r>
            <w:proofErr w:type="spellEnd"/>
          </w:p>
          <w:p w14:paraId="026F1E46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ngành</w:t>
            </w:r>
            <w:proofErr w:type="spellEnd"/>
          </w:p>
          <w:p w14:paraId="7BE90CA3" w14:textId="77777777" w:rsidR="004D26BF" w:rsidRPr="009451E7" w:rsidRDefault="004D26BF" w:rsidP="002D07E5">
            <w:pPr>
              <w:spacing w:line="240" w:lineRule="exact"/>
              <w:jc w:val="center"/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5AD" w14:textId="77777777" w:rsidR="004D26BF" w:rsidRPr="009451E7" w:rsidRDefault="004D26BF" w:rsidP="002D07E5">
            <w:pPr>
              <w:spacing w:before="120" w:line="240" w:lineRule="exact"/>
              <w:jc w:val="center"/>
            </w:pPr>
            <w:proofErr w:type="spellStart"/>
            <w:r w:rsidRPr="009451E7">
              <w:t>Số</w:t>
            </w:r>
            <w:proofErr w:type="spellEnd"/>
          </w:p>
          <w:p w14:paraId="512A3D03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  <w:r>
              <w:t xml:space="preserve"> </w:t>
            </w:r>
            <w:proofErr w:type="spellStart"/>
            <w:r>
              <w:t>trực</w:t>
            </w:r>
            <w:proofErr w:type="spellEnd"/>
            <w:r>
              <w:t xml:space="preserve"> </w:t>
            </w:r>
            <w:proofErr w:type="spellStart"/>
            <w:r>
              <w:t>tiếp</w:t>
            </w:r>
            <w:proofErr w:type="spellEnd"/>
          </w:p>
          <w:p w14:paraId="5C737AA6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giảng</w:t>
            </w:r>
            <w:proofErr w:type="spellEnd"/>
          </w:p>
          <w:p w14:paraId="553514FC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dạy</w:t>
            </w:r>
            <w:proofErr w:type="spellEnd"/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E9DA" w14:textId="77777777" w:rsidR="004D26BF" w:rsidRPr="009451E7" w:rsidRDefault="004D26BF" w:rsidP="002D07E5">
            <w:pPr>
              <w:spacing w:before="120" w:line="240" w:lineRule="exact"/>
              <w:jc w:val="center"/>
            </w:pPr>
            <w:proofErr w:type="spellStart"/>
            <w:r w:rsidRPr="009451E7">
              <w:t>Số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cải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tiến</w:t>
            </w:r>
            <w:proofErr w:type="spellEnd"/>
            <w:r w:rsidRPr="009451E7">
              <w:t>,</w:t>
            </w:r>
          </w:p>
          <w:p w14:paraId="03823607" w14:textId="77777777" w:rsidR="004D26BF" w:rsidRPr="009451E7" w:rsidRDefault="004D26BF" w:rsidP="002D07E5">
            <w:pPr>
              <w:spacing w:line="240" w:lineRule="exact"/>
              <w:jc w:val="center"/>
            </w:pPr>
            <w:r w:rsidRPr="009451E7">
              <w:t>SKKN</w:t>
            </w:r>
          </w:p>
          <w:p w14:paraId="355F5853" w14:textId="77777777" w:rsidR="004D26BF" w:rsidRDefault="004D26BF" w:rsidP="002D07E5">
            <w:pPr>
              <w:spacing w:line="240" w:lineRule="exact"/>
              <w:jc w:val="center"/>
            </w:pPr>
            <w:proofErr w:type="spellStart"/>
            <w:r>
              <w:t>g</w:t>
            </w:r>
            <w:r w:rsidRPr="009451E7">
              <w:t>i</w:t>
            </w:r>
            <w:r>
              <w:t>á</w:t>
            </w:r>
            <w:r w:rsidRPr="009451E7">
              <w:t>o</w:t>
            </w:r>
            <w:proofErr w:type="spellEnd"/>
            <w:r w:rsidRPr="009451E7">
              <w:t xml:space="preserve"> </w:t>
            </w:r>
            <w:proofErr w:type="spellStart"/>
            <w:r w:rsidRPr="009451E7">
              <w:t>tr</w:t>
            </w:r>
            <w:r>
              <w:t>ì</w:t>
            </w:r>
            <w:r w:rsidRPr="009451E7">
              <w:t>nh</w:t>
            </w:r>
            <w:proofErr w:type="spellEnd"/>
            <w:r w:rsidRPr="009451E7">
              <w:t>, NCKH</w:t>
            </w:r>
            <w:r>
              <w:t>,</w:t>
            </w:r>
          </w:p>
          <w:p w14:paraId="25CC4152" w14:textId="77777777" w:rsidR="004D26BF" w:rsidRDefault="004D26BF" w:rsidP="002D07E5">
            <w:pPr>
              <w:spacing w:line="240" w:lineRule="exact"/>
              <w:jc w:val="center"/>
            </w:pP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báo</w:t>
            </w:r>
            <w:proofErr w:type="spellEnd"/>
            <w:r>
              <w:t xml:space="preserve"> KH,</w:t>
            </w:r>
          </w:p>
          <w:p w14:paraId="27F2A01C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>
              <w:t>Đào</w:t>
            </w:r>
            <w:proofErr w:type="spellEnd"/>
            <w:r>
              <w:t xml:space="preserve"> </w:t>
            </w:r>
            <w:proofErr w:type="spellStart"/>
            <w:r>
              <w:t>tạo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52A4A" w14:textId="77777777" w:rsidR="004D26BF" w:rsidRPr="009451E7" w:rsidRDefault="004D26BF" w:rsidP="002D07E5">
            <w:pPr>
              <w:spacing w:before="120" w:line="240" w:lineRule="exact"/>
              <w:jc w:val="center"/>
            </w:pPr>
            <w:proofErr w:type="spellStart"/>
            <w:r w:rsidRPr="009451E7">
              <w:t>Số</w:t>
            </w:r>
            <w:proofErr w:type="spellEnd"/>
          </w:p>
          <w:p w14:paraId="556423BC" w14:textId="77777777" w:rsidR="004D26BF" w:rsidRPr="009451E7" w:rsidRDefault="004D26BF" w:rsidP="002D07E5">
            <w:pPr>
              <w:spacing w:line="240" w:lineRule="exact"/>
              <w:jc w:val="center"/>
            </w:pPr>
            <w:proofErr w:type="spellStart"/>
            <w:r w:rsidRPr="009451E7">
              <w:t>năm</w:t>
            </w:r>
            <w:proofErr w:type="spellEnd"/>
          </w:p>
          <w:p w14:paraId="7DBBCEBE" w14:textId="77777777" w:rsidR="004D26BF" w:rsidRPr="009451E7" w:rsidRDefault="004D26BF" w:rsidP="002D07E5">
            <w:pPr>
              <w:spacing w:line="240" w:lineRule="exact"/>
              <w:jc w:val="center"/>
            </w:pPr>
            <w:r w:rsidRPr="009451E7">
              <w:rPr>
                <w:sz w:val="22"/>
                <w:szCs w:val="22"/>
              </w:rPr>
              <w:t>CSTĐ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3AFF" w14:textId="77777777" w:rsidR="004D26BF" w:rsidRDefault="004D26BF" w:rsidP="002D07E5">
            <w:pPr>
              <w:spacing w:before="120" w:line="240" w:lineRule="exact"/>
              <w:jc w:val="center"/>
            </w:pPr>
          </w:p>
          <w:p w14:paraId="2F9F18BD" w14:textId="77777777" w:rsidR="004D26BF" w:rsidRPr="009451E7" w:rsidRDefault="004D26BF" w:rsidP="002D07E5">
            <w:pPr>
              <w:spacing w:before="120" w:line="240" w:lineRule="exact"/>
              <w:jc w:val="center"/>
            </w:pPr>
            <w:r>
              <w:t xml:space="preserve">HCLĐ </w:t>
            </w:r>
            <w:proofErr w:type="spellStart"/>
            <w:r>
              <w:t>hoặc</w:t>
            </w:r>
            <w:proofErr w:type="spellEnd"/>
            <w:r>
              <w:t xml:space="preserve"> </w:t>
            </w:r>
            <w:proofErr w:type="spellStart"/>
            <w:r>
              <w:t>Bằng</w:t>
            </w:r>
            <w:proofErr w:type="spellEnd"/>
            <w:r>
              <w:t xml:space="preserve"> </w:t>
            </w:r>
            <w:proofErr w:type="spellStart"/>
            <w:r>
              <w:t>khen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4C4CF" w14:textId="6A1641D5" w:rsidR="004D26BF" w:rsidRDefault="004D26BF" w:rsidP="002D07E5">
            <w:pPr>
              <w:jc w:val="center"/>
            </w:pPr>
            <w:proofErr w:type="spellStart"/>
            <w:r>
              <w:t>Tỉ</w:t>
            </w:r>
            <w:proofErr w:type="spellEnd"/>
            <w:r>
              <w:t xml:space="preserve"> </w:t>
            </w:r>
            <w:proofErr w:type="spellStart"/>
            <w:r>
              <w:t>lệ</w:t>
            </w:r>
            <w:proofErr w:type="spellEnd"/>
            <w:r>
              <w:t xml:space="preserve"> </w:t>
            </w:r>
            <w:proofErr w:type="spellStart"/>
            <w:r>
              <w:t>tín</w:t>
            </w:r>
            <w:proofErr w:type="spellEnd"/>
            <w:r>
              <w:t xml:space="preserve"> </w:t>
            </w:r>
            <w:proofErr w:type="spellStart"/>
            <w:r>
              <w:t>nhiệm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đơn</w:t>
            </w:r>
            <w:proofErr w:type="spellEnd"/>
            <w:r>
              <w:t xml:space="preserve"> </w:t>
            </w:r>
            <w:proofErr w:type="spellStart"/>
            <w:r>
              <w:t>vị</w:t>
            </w:r>
            <w:proofErr w:type="spellEnd"/>
          </w:p>
        </w:tc>
      </w:tr>
      <w:tr w:rsidR="001C7C05" w:rsidRPr="009451E7" w14:paraId="68C91594" w14:textId="77777777" w:rsidTr="002D07E5">
        <w:trPr>
          <w:trHeight w:val="281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3EB5" w14:textId="77777777" w:rsidR="001C7C05" w:rsidRPr="00857D1F" w:rsidRDefault="001C7C05" w:rsidP="002D07E5">
            <w:pPr>
              <w:jc w:val="center"/>
            </w:pPr>
            <w:r>
              <w:t>(1)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696B" w14:textId="77777777" w:rsidR="001C7C05" w:rsidRPr="00857D1F" w:rsidRDefault="001C7C05" w:rsidP="002D07E5">
            <w:pPr>
              <w:jc w:val="center"/>
            </w:pPr>
            <w:r>
              <w:t>(2)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22C" w14:textId="77777777" w:rsidR="001C7C05" w:rsidRPr="00857D1F" w:rsidRDefault="001C7C05" w:rsidP="002D07E5">
            <w:pPr>
              <w:jc w:val="center"/>
            </w:pPr>
            <w:r>
              <w:t>(3)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8394" w14:textId="77777777" w:rsidR="001C7C05" w:rsidRPr="00857D1F" w:rsidRDefault="001C7C05" w:rsidP="002D07E5">
            <w:pPr>
              <w:jc w:val="center"/>
            </w:pPr>
            <w:r>
              <w:t>(4)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BD8E" w14:textId="77777777" w:rsidR="001C7C05" w:rsidRPr="00857D1F" w:rsidRDefault="001C7C05" w:rsidP="002D07E5">
            <w:pPr>
              <w:jc w:val="center"/>
            </w:pPr>
            <w:r>
              <w:t>(5)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9C91" w14:textId="77777777" w:rsidR="001C7C05" w:rsidRPr="00857D1F" w:rsidRDefault="001C7C05" w:rsidP="002D07E5">
            <w:pPr>
              <w:jc w:val="center"/>
            </w:pPr>
            <w:r>
              <w:t>(6)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586A" w14:textId="77777777" w:rsidR="001C7C05" w:rsidRPr="00857D1F" w:rsidRDefault="001C7C05" w:rsidP="002D07E5">
            <w:pPr>
              <w:jc w:val="center"/>
            </w:pPr>
            <w:r>
              <w:t>(7)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D085" w14:textId="77777777" w:rsidR="001C7C05" w:rsidRPr="00857D1F" w:rsidRDefault="001C7C05" w:rsidP="002D07E5">
            <w:pPr>
              <w:jc w:val="center"/>
            </w:pPr>
            <w:r>
              <w:t>(8)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5B61" w14:textId="77777777" w:rsidR="001C7C05" w:rsidRPr="00857D1F" w:rsidRDefault="001C7C05" w:rsidP="002D07E5">
            <w:pPr>
              <w:jc w:val="center"/>
            </w:pPr>
            <w:r>
              <w:t>(9)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2A4" w14:textId="0B646549" w:rsidR="001C7C05" w:rsidRPr="00857D1F" w:rsidRDefault="004D26BF" w:rsidP="002D07E5">
            <w:pPr>
              <w:jc w:val="center"/>
            </w:pPr>
            <w:r>
              <w:t>(10)</w:t>
            </w:r>
          </w:p>
        </w:tc>
      </w:tr>
      <w:tr w:rsidR="001C7C05" w:rsidRPr="009451E7" w14:paraId="3CD09B7F" w14:textId="77777777" w:rsidTr="002D07E5">
        <w:trPr>
          <w:trHeight w:val="1983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AD1B" w14:textId="77777777" w:rsidR="001C7C05" w:rsidRPr="00D30108" w:rsidRDefault="001C7C05" w:rsidP="002D07E5">
            <w:pPr>
              <w:jc w:val="center"/>
              <w:rPr>
                <w:b/>
              </w:rPr>
            </w:pPr>
            <w:r>
              <w:rPr>
                <w:b/>
              </w:rPr>
              <w:t>VD: NGUYỄN VĂN A</w:t>
            </w:r>
          </w:p>
          <w:p w14:paraId="0FF68C39" w14:textId="77777777" w:rsidR="001C7C05" w:rsidRDefault="001C7C05" w:rsidP="002D07E5">
            <w:proofErr w:type="spellStart"/>
            <w:r>
              <w:t>Năm</w:t>
            </w:r>
            <w:proofErr w:type="spellEnd"/>
            <w:r>
              <w:t xml:space="preserve"> </w:t>
            </w:r>
            <w:proofErr w:type="spellStart"/>
            <w:r>
              <w:t>sinh</w:t>
            </w:r>
            <w:proofErr w:type="spellEnd"/>
            <w:r>
              <w:t>: 19….</w:t>
            </w:r>
          </w:p>
          <w:p w14:paraId="006E2F04" w14:textId="77777777" w:rsidR="001C7C05" w:rsidRDefault="001C7C05" w:rsidP="002D07E5">
            <w:proofErr w:type="spellStart"/>
            <w:r>
              <w:t>Quê</w:t>
            </w:r>
            <w:proofErr w:type="spellEnd"/>
            <w:r>
              <w:t xml:space="preserve"> </w:t>
            </w:r>
            <w:proofErr w:type="spellStart"/>
            <w:r>
              <w:t>quán</w:t>
            </w:r>
            <w:proofErr w:type="spellEnd"/>
            <w:r>
              <w:t>:</w:t>
            </w:r>
          </w:p>
          <w:p w14:paraId="1E0E6ACC" w14:textId="77777777" w:rsidR="001C7C05" w:rsidRDefault="001C7C05" w:rsidP="002D07E5"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vụ</w:t>
            </w:r>
            <w:proofErr w:type="spellEnd"/>
          </w:p>
          <w:p w14:paraId="4083B4CC" w14:textId="57C54321" w:rsidR="001C7C05" w:rsidRDefault="001C7C05" w:rsidP="00217FF4">
            <w:proofErr w:type="spellStart"/>
            <w:r>
              <w:t>Nơi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tác</w:t>
            </w:r>
            <w:proofErr w:type="spellEnd"/>
            <w:r>
              <w:t>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DCC4" w14:textId="77777777" w:rsidR="001C7C05" w:rsidRDefault="001C7C05" w:rsidP="002D07E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F8D6" w14:textId="77777777" w:rsidR="001C7C05" w:rsidRDefault="001C7C05" w:rsidP="002D07E5">
            <w:pPr>
              <w:jc w:val="center"/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F4F9" w14:textId="77777777" w:rsidR="001C7C05" w:rsidRDefault="001C7C05" w:rsidP="002D07E5">
            <w:pPr>
              <w:jc w:val="center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B606" w14:textId="77777777" w:rsidR="001C7C05" w:rsidRDefault="001C7C05" w:rsidP="002D07E5">
            <w:pPr>
              <w:jc w:val="center"/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52F" w14:textId="77777777" w:rsidR="001C7C05" w:rsidRDefault="001C7C05" w:rsidP="002D07E5">
            <w:pPr>
              <w:jc w:val="center"/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9DF9" w14:textId="77777777" w:rsidR="001C7C05" w:rsidRDefault="001C7C05" w:rsidP="002D07E5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2163" w14:textId="77777777" w:rsidR="001C7C05" w:rsidRDefault="001C7C05" w:rsidP="002D07E5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BB31" w14:textId="77777777" w:rsidR="001C7C05" w:rsidRDefault="001C7C05" w:rsidP="002D07E5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3C0" w14:textId="77777777" w:rsidR="001C7C05" w:rsidRDefault="001C7C05" w:rsidP="002D07E5">
            <w:pPr>
              <w:jc w:val="center"/>
            </w:pPr>
          </w:p>
        </w:tc>
      </w:tr>
    </w:tbl>
    <w:p w14:paraId="29EA1C72" w14:textId="77777777" w:rsidR="001C7C05" w:rsidRPr="0032753D" w:rsidRDefault="001C7C05" w:rsidP="001C7C05">
      <w:pPr>
        <w:spacing w:before="120"/>
        <w:ind w:left="7201" w:firstLine="720"/>
        <w:rPr>
          <w:b/>
          <w:bCs/>
        </w:rPr>
      </w:pPr>
      <w:r w:rsidRPr="001C2841">
        <w:rPr>
          <w:b/>
          <w:bCs/>
        </w:rPr>
        <w:t xml:space="preserve">             </w:t>
      </w:r>
      <w:proofErr w:type="spellStart"/>
      <w:r w:rsidRPr="0032753D">
        <w:rPr>
          <w:b/>
          <w:bCs/>
        </w:rPr>
        <w:t>Danh</w:t>
      </w:r>
      <w:proofErr w:type="spellEnd"/>
      <w:r w:rsidRPr="0032753D">
        <w:rPr>
          <w:b/>
          <w:bCs/>
        </w:rPr>
        <w:t xml:space="preserve"> </w:t>
      </w:r>
      <w:proofErr w:type="spellStart"/>
      <w:r w:rsidRPr="0032753D">
        <w:rPr>
          <w:b/>
          <w:bCs/>
        </w:rPr>
        <w:t>sách</w:t>
      </w:r>
      <w:proofErr w:type="spellEnd"/>
      <w:r w:rsidRPr="0032753D">
        <w:rPr>
          <w:b/>
          <w:bCs/>
        </w:rPr>
        <w:t xml:space="preserve"> </w:t>
      </w:r>
      <w:proofErr w:type="spellStart"/>
      <w:r w:rsidRPr="0032753D">
        <w:rPr>
          <w:b/>
          <w:bCs/>
        </w:rPr>
        <w:t>trên</w:t>
      </w:r>
      <w:proofErr w:type="spellEnd"/>
      <w:r w:rsidRPr="0032753D">
        <w:rPr>
          <w:b/>
          <w:bCs/>
        </w:rPr>
        <w:t xml:space="preserve"> </w:t>
      </w:r>
      <w:proofErr w:type="spellStart"/>
      <w:r w:rsidRPr="0032753D">
        <w:rPr>
          <w:b/>
          <w:bCs/>
        </w:rPr>
        <w:t>có</w:t>
      </w:r>
      <w:proofErr w:type="spellEnd"/>
      <w:r w:rsidRPr="0032753D">
        <w:rPr>
          <w:b/>
          <w:bCs/>
        </w:rPr>
        <w:t xml:space="preserve"> </w:t>
      </w:r>
      <w:r>
        <w:rPr>
          <w:b/>
          <w:bCs/>
        </w:rPr>
        <w:t>…………..</w:t>
      </w:r>
      <w:r w:rsidRPr="0032753D">
        <w:rPr>
          <w:b/>
          <w:bCs/>
        </w:rPr>
        <w:t xml:space="preserve"> </w:t>
      </w:r>
      <w:proofErr w:type="spellStart"/>
      <w:r>
        <w:rPr>
          <w:b/>
          <w:bCs/>
        </w:rPr>
        <w:t>cá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nhân</w:t>
      </w:r>
      <w:proofErr w:type="spellEnd"/>
    </w:p>
    <w:p w14:paraId="15521BEE" w14:textId="77777777" w:rsidR="001C7C05" w:rsidRPr="0032753D" w:rsidRDefault="001C7C05" w:rsidP="001C7C05">
      <w:pPr>
        <w:spacing w:before="120"/>
        <w:ind w:left="7201" w:firstLine="720"/>
        <w:rPr>
          <w:b/>
          <w:bCs/>
        </w:rPr>
      </w:pPr>
    </w:p>
    <w:p w14:paraId="0A063D20" w14:textId="77777777" w:rsidR="001C7C05" w:rsidRDefault="001C7C05" w:rsidP="001C7C05"/>
    <w:p w14:paraId="75D0B7D9" w14:textId="77777777" w:rsidR="002E6476" w:rsidRDefault="002E6476" w:rsidP="001C7C05">
      <w:pPr>
        <w:spacing w:after="120"/>
        <w:jc w:val="center"/>
      </w:pPr>
    </w:p>
    <w:sectPr w:rsidR="002E6476" w:rsidSect="00805BF6">
      <w:footerReference w:type="even" r:id="rId7"/>
      <w:footerReference w:type="default" r:id="rId8"/>
      <w:pgSz w:w="16840" w:h="11907" w:orient="landscape" w:code="9"/>
      <w:pgMar w:top="79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D531B" w14:textId="77777777" w:rsidR="003057E0" w:rsidRDefault="003057E0">
      <w:r>
        <w:separator/>
      </w:r>
    </w:p>
  </w:endnote>
  <w:endnote w:type="continuationSeparator" w:id="0">
    <w:p w14:paraId="052026B3" w14:textId="77777777" w:rsidR="003057E0" w:rsidRDefault="0030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B853A" w14:textId="77777777" w:rsidR="00EB24F5" w:rsidRDefault="00EB24F5" w:rsidP="00805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72D624" w14:textId="77777777" w:rsidR="00EB24F5" w:rsidRDefault="00EB24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7623C" w14:textId="77777777" w:rsidR="00EB24F5" w:rsidRDefault="00EB24F5" w:rsidP="00805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561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1506F8B" w14:textId="77777777" w:rsidR="00EB24F5" w:rsidRDefault="00EB2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900F6" w14:textId="77777777" w:rsidR="003057E0" w:rsidRDefault="003057E0">
      <w:r>
        <w:separator/>
      </w:r>
    </w:p>
  </w:footnote>
  <w:footnote w:type="continuationSeparator" w:id="0">
    <w:p w14:paraId="37E3A9A4" w14:textId="77777777" w:rsidR="003057E0" w:rsidRDefault="00305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708"/>
    <w:rsid w:val="0000396C"/>
    <w:rsid w:val="00011514"/>
    <w:rsid w:val="000223A5"/>
    <w:rsid w:val="00023698"/>
    <w:rsid w:val="0002544A"/>
    <w:rsid w:val="00025611"/>
    <w:rsid w:val="00037C68"/>
    <w:rsid w:val="00046B29"/>
    <w:rsid w:val="00057BB8"/>
    <w:rsid w:val="00064078"/>
    <w:rsid w:val="000649EB"/>
    <w:rsid w:val="00064CFE"/>
    <w:rsid w:val="000951F6"/>
    <w:rsid w:val="0009665C"/>
    <w:rsid w:val="0009770F"/>
    <w:rsid w:val="000A65EE"/>
    <w:rsid w:val="000B06D2"/>
    <w:rsid w:val="000C21C9"/>
    <w:rsid w:val="000C4ECC"/>
    <w:rsid w:val="000E6A75"/>
    <w:rsid w:val="00100314"/>
    <w:rsid w:val="001138E8"/>
    <w:rsid w:val="00123FBB"/>
    <w:rsid w:val="00160201"/>
    <w:rsid w:val="001622AA"/>
    <w:rsid w:val="001672C7"/>
    <w:rsid w:val="00171094"/>
    <w:rsid w:val="00181475"/>
    <w:rsid w:val="0019672C"/>
    <w:rsid w:val="00196C5E"/>
    <w:rsid w:val="001A1B06"/>
    <w:rsid w:val="001C0F6F"/>
    <w:rsid w:val="001C2841"/>
    <w:rsid w:val="001C6714"/>
    <w:rsid w:val="001C7C05"/>
    <w:rsid w:val="001D684C"/>
    <w:rsid w:val="001F176B"/>
    <w:rsid w:val="001F2C8D"/>
    <w:rsid w:val="001F5B40"/>
    <w:rsid w:val="001F67C7"/>
    <w:rsid w:val="001F69CB"/>
    <w:rsid w:val="00201F80"/>
    <w:rsid w:val="0020261A"/>
    <w:rsid w:val="00217FF4"/>
    <w:rsid w:val="00225C11"/>
    <w:rsid w:val="00244B81"/>
    <w:rsid w:val="00246C74"/>
    <w:rsid w:val="00246D69"/>
    <w:rsid w:val="00254192"/>
    <w:rsid w:val="00285235"/>
    <w:rsid w:val="002967D0"/>
    <w:rsid w:val="002B3847"/>
    <w:rsid w:val="002B39F7"/>
    <w:rsid w:val="002C204E"/>
    <w:rsid w:val="002C76C9"/>
    <w:rsid w:val="002D0F6F"/>
    <w:rsid w:val="002E6476"/>
    <w:rsid w:val="002F0AD1"/>
    <w:rsid w:val="002F5274"/>
    <w:rsid w:val="003010F0"/>
    <w:rsid w:val="003057E0"/>
    <w:rsid w:val="00316E61"/>
    <w:rsid w:val="0032753D"/>
    <w:rsid w:val="00331B7D"/>
    <w:rsid w:val="00340229"/>
    <w:rsid w:val="00342170"/>
    <w:rsid w:val="00350414"/>
    <w:rsid w:val="00364701"/>
    <w:rsid w:val="003649FA"/>
    <w:rsid w:val="00373DB8"/>
    <w:rsid w:val="0037517B"/>
    <w:rsid w:val="0037519F"/>
    <w:rsid w:val="00385C37"/>
    <w:rsid w:val="003936AD"/>
    <w:rsid w:val="00397F4A"/>
    <w:rsid w:val="003A1884"/>
    <w:rsid w:val="003A2806"/>
    <w:rsid w:val="003B4A28"/>
    <w:rsid w:val="003B6C2A"/>
    <w:rsid w:val="003C000B"/>
    <w:rsid w:val="003E0BC0"/>
    <w:rsid w:val="003F7E0B"/>
    <w:rsid w:val="00407B57"/>
    <w:rsid w:val="00412B08"/>
    <w:rsid w:val="00414159"/>
    <w:rsid w:val="004149B8"/>
    <w:rsid w:val="004211CD"/>
    <w:rsid w:val="0046053B"/>
    <w:rsid w:val="004756DA"/>
    <w:rsid w:val="00485341"/>
    <w:rsid w:val="004918ED"/>
    <w:rsid w:val="00493395"/>
    <w:rsid w:val="004A1BF0"/>
    <w:rsid w:val="004A787B"/>
    <w:rsid w:val="004A78E9"/>
    <w:rsid w:val="004C3931"/>
    <w:rsid w:val="004C57EC"/>
    <w:rsid w:val="004C5CD8"/>
    <w:rsid w:val="004D26BF"/>
    <w:rsid w:val="004D5B57"/>
    <w:rsid w:val="004D64D9"/>
    <w:rsid w:val="004D7B1F"/>
    <w:rsid w:val="004E147C"/>
    <w:rsid w:val="004E1BA6"/>
    <w:rsid w:val="004F6323"/>
    <w:rsid w:val="00510F74"/>
    <w:rsid w:val="00514E43"/>
    <w:rsid w:val="00521CC3"/>
    <w:rsid w:val="00524878"/>
    <w:rsid w:val="00526C40"/>
    <w:rsid w:val="00533FCE"/>
    <w:rsid w:val="005412E7"/>
    <w:rsid w:val="00542402"/>
    <w:rsid w:val="00544C6B"/>
    <w:rsid w:val="005531D1"/>
    <w:rsid w:val="00555265"/>
    <w:rsid w:val="005578B2"/>
    <w:rsid w:val="00565026"/>
    <w:rsid w:val="00573DA2"/>
    <w:rsid w:val="00580DA3"/>
    <w:rsid w:val="005832C0"/>
    <w:rsid w:val="005916EA"/>
    <w:rsid w:val="00594B05"/>
    <w:rsid w:val="005B2D52"/>
    <w:rsid w:val="005B38E2"/>
    <w:rsid w:val="005C5BA1"/>
    <w:rsid w:val="005D17C3"/>
    <w:rsid w:val="005D4914"/>
    <w:rsid w:val="0060370A"/>
    <w:rsid w:val="006178B1"/>
    <w:rsid w:val="00647785"/>
    <w:rsid w:val="00656256"/>
    <w:rsid w:val="00660984"/>
    <w:rsid w:val="00670549"/>
    <w:rsid w:val="00672140"/>
    <w:rsid w:val="00676753"/>
    <w:rsid w:val="0068091C"/>
    <w:rsid w:val="00684417"/>
    <w:rsid w:val="00695FBF"/>
    <w:rsid w:val="006A0F80"/>
    <w:rsid w:val="006A18D7"/>
    <w:rsid w:val="006A42B4"/>
    <w:rsid w:val="006A7184"/>
    <w:rsid w:val="006B26B2"/>
    <w:rsid w:val="006B3671"/>
    <w:rsid w:val="006C35D5"/>
    <w:rsid w:val="006C4C2A"/>
    <w:rsid w:val="006D040B"/>
    <w:rsid w:val="006D164B"/>
    <w:rsid w:val="006D766B"/>
    <w:rsid w:val="006E0356"/>
    <w:rsid w:val="006E2D1B"/>
    <w:rsid w:val="006F0016"/>
    <w:rsid w:val="006F056F"/>
    <w:rsid w:val="006F79B5"/>
    <w:rsid w:val="0070227F"/>
    <w:rsid w:val="00702EBF"/>
    <w:rsid w:val="007046F9"/>
    <w:rsid w:val="0070782C"/>
    <w:rsid w:val="0071535C"/>
    <w:rsid w:val="00722487"/>
    <w:rsid w:val="007338BD"/>
    <w:rsid w:val="00767C8A"/>
    <w:rsid w:val="007736B6"/>
    <w:rsid w:val="00776835"/>
    <w:rsid w:val="007839AA"/>
    <w:rsid w:val="007A22FD"/>
    <w:rsid w:val="007A718E"/>
    <w:rsid w:val="007B1084"/>
    <w:rsid w:val="007B2DE8"/>
    <w:rsid w:val="007B3204"/>
    <w:rsid w:val="007C1E31"/>
    <w:rsid w:val="007C3B4B"/>
    <w:rsid w:val="007D192D"/>
    <w:rsid w:val="007D72E9"/>
    <w:rsid w:val="007D7567"/>
    <w:rsid w:val="007E5BB3"/>
    <w:rsid w:val="007F0E4C"/>
    <w:rsid w:val="007F438B"/>
    <w:rsid w:val="007F7762"/>
    <w:rsid w:val="00802CCE"/>
    <w:rsid w:val="00805BF6"/>
    <w:rsid w:val="00815E66"/>
    <w:rsid w:val="00822DAC"/>
    <w:rsid w:val="0082725A"/>
    <w:rsid w:val="00830767"/>
    <w:rsid w:val="00831B4E"/>
    <w:rsid w:val="00841FE0"/>
    <w:rsid w:val="0084276D"/>
    <w:rsid w:val="00854588"/>
    <w:rsid w:val="00871E72"/>
    <w:rsid w:val="00873581"/>
    <w:rsid w:val="00874502"/>
    <w:rsid w:val="008B2110"/>
    <w:rsid w:val="008D2320"/>
    <w:rsid w:val="008E42D1"/>
    <w:rsid w:val="008F2799"/>
    <w:rsid w:val="008F59F3"/>
    <w:rsid w:val="00913D5E"/>
    <w:rsid w:val="00914ED5"/>
    <w:rsid w:val="00922881"/>
    <w:rsid w:val="00923039"/>
    <w:rsid w:val="00924DE9"/>
    <w:rsid w:val="00927056"/>
    <w:rsid w:val="009429B2"/>
    <w:rsid w:val="00960DF1"/>
    <w:rsid w:val="00961DA5"/>
    <w:rsid w:val="0096420A"/>
    <w:rsid w:val="00973703"/>
    <w:rsid w:val="0097529A"/>
    <w:rsid w:val="00975EAD"/>
    <w:rsid w:val="00977544"/>
    <w:rsid w:val="00980AB3"/>
    <w:rsid w:val="00991853"/>
    <w:rsid w:val="00995954"/>
    <w:rsid w:val="009A410B"/>
    <w:rsid w:val="009D0BB6"/>
    <w:rsid w:val="009D3C8C"/>
    <w:rsid w:val="009D7387"/>
    <w:rsid w:val="009E7392"/>
    <w:rsid w:val="009F5AA3"/>
    <w:rsid w:val="00A0255D"/>
    <w:rsid w:val="00A05EE1"/>
    <w:rsid w:val="00A07CAD"/>
    <w:rsid w:val="00A145A8"/>
    <w:rsid w:val="00A23FB9"/>
    <w:rsid w:val="00A245AE"/>
    <w:rsid w:val="00A31BE3"/>
    <w:rsid w:val="00A5270F"/>
    <w:rsid w:val="00A56900"/>
    <w:rsid w:val="00A659F9"/>
    <w:rsid w:val="00A66AF0"/>
    <w:rsid w:val="00A67BAC"/>
    <w:rsid w:val="00A70E11"/>
    <w:rsid w:val="00A742B3"/>
    <w:rsid w:val="00A82A6E"/>
    <w:rsid w:val="00A856F4"/>
    <w:rsid w:val="00A86597"/>
    <w:rsid w:val="00A868A2"/>
    <w:rsid w:val="00A90531"/>
    <w:rsid w:val="00A92A80"/>
    <w:rsid w:val="00A93E0C"/>
    <w:rsid w:val="00A95798"/>
    <w:rsid w:val="00AA6B78"/>
    <w:rsid w:val="00AC2330"/>
    <w:rsid w:val="00AC4032"/>
    <w:rsid w:val="00AD6984"/>
    <w:rsid w:val="00AE39D6"/>
    <w:rsid w:val="00AE5A50"/>
    <w:rsid w:val="00AE64A1"/>
    <w:rsid w:val="00AF5009"/>
    <w:rsid w:val="00B00272"/>
    <w:rsid w:val="00B0588D"/>
    <w:rsid w:val="00B113E3"/>
    <w:rsid w:val="00B36251"/>
    <w:rsid w:val="00B4610C"/>
    <w:rsid w:val="00B50C29"/>
    <w:rsid w:val="00B75FF3"/>
    <w:rsid w:val="00BA32D0"/>
    <w:rsid w:val="00BB0A12"/>
    <w:rsid w:val="00BB2131"/>
    <w:rsid w:val="00BB2BDC"/>
    <w:rsid w:val="00BB2DDA"/>
    <w:rsid w:val="00BB5B56"/>
    <w:rsid w:val="00BD56B9"/>
    <w:rsid w:val="00BD5851"/>
    <w:rsid w:val="00BF6C8B"/>
    <w:rsid w:val="00C02056"/>
    <w:rsid w:val="00C242BF"/>
    <w:rsid w:val="00C26708"/>
    <w:rsid w:val="00C34C5B"/>
    <w:rsid w:val="00C367FF"/>
    <w:rsid w:val="00C37DF8"/>
    <w:rsid w:val="00C411A7"/>
    <w:rsid w:val="00C42704"/>
    <w:rsid w:val="00C52F85"/>
    <w:rsid w:val="00C64323"/>
    <w:rsid w:val="00C65F1F"/>
    <w:rsid w:val="00C806A0"/>
    <w:rsid w:val="00C8179D"/>
    <w:rsid w:val="00C84F9D"/>
    <w:rsid w:val="00CC0705"/>
    <w:rsid w:val="00CD0890"/>
    <w:rsid w:val="00CD267D"/>
    <w:rsid w:val="00CD542A"/>
    <w:rsid w:val="00CF0406"/>
    <w:rsid w:val="00D252EF"/>
    <w:rsid w:val="00D30108"/>
    <w:rsid w:val="00D3018F"/>
    <w:rsid w:val="00D50045"/>
    <w:rsid w:val="00D60CDD"/>
    <w:rsid w:val="00D624FC"/>
    <w:rsid w:val="00D77BF3"/>
    <w:rsid w:val="00DA02F6"/>
    <w:rsid w:val="00DA540D"/>
    <w:rsid w:val="00DD254B"/>
    <w:rsid w:val="00DF03C5"/>
    <w:rsid w:val="00DF505D"/>
    <w:rsid w:val="00E1255D"/>
    <w:rsid w:val="00E14482"/>
    <w:rsid w:val="00E174CC"/>
    <w:rsid w:val="00E2065B"/>
    <w:rsid w:val="00E267D9"/>
    <w:rsid w:val="00E33BBE"/>
    <w:rsid w:val="00E34B21"/>
    <w:rsid w:val="00E41A05"/>
    <w:rsid w:val="00E447A2"/>
    <w:rsid w:val="00E60278"/>
    <w:rsid w:val="00E60F09"/>
    <w:rsid w:val="00E7160C"/>
    <w:rsid w:val="00E72F4B"/>
    <w:rsid w:val="00E87D7C"/>
    <w:rsid w:val="00E92FF1"/>
    <w:rsid w:val="00EA1E85"/>
    <w:rsid w:val="00EA2815"/>
    <w:rsid w:val="00EA2FD4"/>
    <w:rsid w:val="00EB24F5"/>
    <w:rsid w:val="00EC1EF5"/>
    <w:rsid w:val="00EC373B"/>
    <w:rsid w:val="00EC68F1"/>
    <w:rsid w:val="00ED62CE"/>
    <w:rsid w:val="00ED6623"/>
    <w:rsid w:val="00EE2BBD"/>
    <w:rsid w:val="00EE602B"/>
    <w:rsid w:val="00F07596"/>
    <w:rsid w:val="00F11FAA"/>
    <w:rsid w:val="00F1290F"/>
    <w:rsid w:val="00F150E4"/>
    <w:rsid w:val="00F15E72"/>
    <w:rsid w:val="00F17DBF"/>
    <w:rsid w:val="00F2064A"/>
    <w:rsid w:val="00F37A49"/>
    <w:rsid w:val="00F40207"/>
    <w:rsid w:val="00F716FC"/>
    <w:rsid w:val="00F838EC"/>
    <w:rsid w:val="00F8480B"/>
    <w:rsid w:val="00F85C9E"/>
    <w:rsid w:val="00FB11EB"/>
    <w:rsid w:val="00FC0B01"/>
    <w:rsid w:val="00FC271B"/>
    <w:rsid w:val="00FC4F35"/>
    <w:rsid w:val="00FE02F2"/>
    <w:rsid w:val="00FE367E"/>
    <w:rsid w:val="00FE61D5"/>
    <w:rsid w:val="00FF4EB5"/>
    <w:rsid w:val="00FF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6BB2996"/>
  <w15:chartTrackingRefBased/>
  <w15:docId w15:val="{A441F3F9-30F6-4BA8-A650-BE1364F2B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autoRedefine/>
    <w:rsid w:val="00C26708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Footer">
    <w:name w:val="footer"/>
    <w:basedOn w:val="Normal"/>
    <w:rsid w:val="00F17D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92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72ACA-E3C0-4696-B73C-FD768A3A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1</vt:lpstr>
    </vt:vector>
  </TitlesOfParts>
  <Company>HOME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1</dc:title>
  <dc:subject/>
  <dc:creator>User</dc:creator>
  <cp:keywords/>
  <cp:lastModifiedBy>ntnoanh</cp:lastModifiedBy>
  <cp:revision>6</cp:revision>
  <cp:lastPrinted>2014-04-10T07:26:00Z</cp:lastPrinted>
  <dcterms:created xsi:type="dcterms:W3CDTF">2020-01-03T08:30:00Z</dcterms:created>
  <dcterms:modified xsi:type="dcterms:W3CDTF">2020-01-03T08:58:00Z</dcterms:modified>
</cp:coreProperties>
</file>